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86571" w14:textId="77777777" w:rsidR="005835F5" w:rsidRPr="008C16D2" w:rsidRDefault="005835F5" w:rsidP="005835F5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8C16D2">
        <w:rPr>
          <w:rFonts w:asciiTheme="minorHAnsi" w:hAnsiTheme="minorHAnsi" w:cstheme="minorHAnsi"/>
          <w:b/>
          <w:sz w:val="20"/>
          <w:szCs w:val="20"/>
        </w:rPr>
        <w:t>Programul Regiunea Centru</w:t>
      </w:r>
    </w:p>
    <w:p w14:paraId="5E68A3C6" w14:textId="77777777" w:rsidR="005835F5" w:rsidRPr="008C16D2" w:rsidRDefault="005835F5" w:rsidP="005835F5">
      <w:pPr>
        <w:pStyle w:val="Default"/>
        <w:jc w:val="both"/>
        <w:rPr>
          <w:rFonts w:asciiTheme="minorHAnsi" w:hAnsiTheme="minorHAnsi" w:cstheme="minorHAnsi"/>
          <w:b/>
          <w:noProof/>
          <w:color w:val="auto"/>
          <w:sz w:val="20"/>
          <w:szCs w:val="20"/>
          <w:lang w:eastAsia="de-DE"/>
        </w:rPr>
      </w:pPr>
      <w:r w:rsidRPr="008C16D2">
        <w:rPr>
          <w:rFonts w:asciiTheme="minorHAnsi" w:hAnsiTheme="minorHAnsi" w:cstheme="minorHAnsi"/>
          <w:b/>
          <w:noProof/>
          <w:color w:val="auto"/>
          <w:sz w:val="20"/>
          <w:szCs w:val="20"/>
          <w:lang w:eastAsia="de-DE"/>
        </w:rPr>
        <w:t xml:space="preserve">Prioritatea 1 O regiune competitivă prin inovare și întreprinderi dinamice pentru o economie inteligentă </w:t>
      </w:r>
    </w:p>
    <w:p w14:paraId="6F5FC95B" w14:textId="77777777" w:rsidR="005835F5" w:rsidRPr="008C16D2" w:rsidRDefault="005835F5" w:rsidP="005835F5">
      <w:pPr>
        <w:pStyle w:val="Default"/>
        <w:jc w:val="both"/>
        <w:rPr>
          <w:rFonts w:asciiTheme="minorHAnsi" w:hAnsiTheme="minorHAnsi" w:cstheme="minorHAnsi"/>
          <w:b/>
          <w:noProof/>
          <w:color w:val="auto"/>
          <w:sz w:val="20"/>
          <w:szCs w:val="20"/>
          <w:lang w:eastAsia="de-DE"/>
        </w:rPr>
      </w:pPr>
      <w:r w:rsidRPr="008C16D2">
        <w:rPr>
          <w:rFonts w:asciiTheme="minorHAnsi" w:hAnsiTheme="minorHAnsi" w:cstheme="minorHAnsi"/>
          <w:b/>
          <w:noProof/>
          <w:color w:val="auto"/>
          <w:sz w:val="20"/>
          <w:szCs w:val="20"/>
          <w:lang w:eastAsia="de-DE"/>
        </w:rPr>
        <w:t>OS 1.3.  Intensificarea creșterii durabile și a competitivităţii IMM-urilor și crearea de locuri de muncă în cadrul IMM-urilor, inclusiv prin investiţii productive</w:t>
      </w:r>
    </w:p>
    <w:p w14:paraId="48BC8D83" w14:textId="77777777" w:rsidR="005835F5" w:rsidRPr="008C16D2" w:rsidRDefault="005835F5" w:rsidP="005835F5">
      <w:pPr>
        <w:pStyle w:val="Default"/>
        <w:jc w:val="both"/>
        <w:rPr>
          <w:rFonts w:asciiTheme="minorHAnsi" w:hAnsiTheme="minorHAnsi" w:cstheme="minorHAnsi"/>
          <w:b/>
          <w:noProof/>
          <w:color w:val="auto"/>
          <w:sz w:val="20"/>
          <w:szCs w:val="20"/>
          <w:lang w:eastAsia="de-DE"/>
        </w:rPr>
      </w:pPr>
      <w:r w:rsidRPr="008C16D2">
        <w:rPr>
          <w:rFonts w:asciiTheme="minorHAnsi" w:hAnsiTheme="minorHAnsi" w:cstheme="minorHAnsi"/>
          <w:b/>
          <w:noProof/>
          <w:color w:val="auto"/>
          <w:sz w:val="20"/>
          <w:szCs w:val="20"/>
          <w:lang w:eastAsia="de-DE"/>
        </w:rPr>
        <w:t>OS 1.4 (iv) Dezvoltarea competenţelor pentru specializare inteligentă, tranziţie</w:t>
      </w:r>
    </w:p>
    <w:p w14:paraId="048DB256" w14:textId="77777777" w:rsidR="005835F5" w:rsidRPr="008C16D2" w:rsidRDefault="005835F5" w:rsidP="005835F5">
      <w:pPr>
        <w:pStyle w:val="Default"/>
        <w:jc w:val="both"/>
        <w:rPr>
          <w:rFonts w:asciiTheme="minorHAnsi" w:hAnsiTheme="minorHAnsi" w:cstheme="minorHAnsi"/>
          <w:b/>
          <w:noProof/>
          <w:color w:val="auto"/>
          <w:sz w:val="20"/>
          <w:szCs w:val="20"/>
          <w:lang w:eastAsia="de-DE"/>
        </w:rPr>
      </w:pPr>
      <w:r w:rsidRPr="008C16D2">
        <w:rPr>
          <w:rFonts w:asciiTheme="minorHAnsi" w:hAnsiTheme="minorHAnsi" w:cstheme="minorHAnsi"/>
          <w:b/>
          <w:noProof/>
          <w:color w:val="auto"/>
          <w:sz w:val="20"/>
          <w:szCs w:val="20"/>
          <w:lang w:eastAsia="de-DE"/>
        </w:rPr>
        <w:t>industrială și antreprenoriat</w:t>
      </w:r>
    </w:p>
    <w:p w14:paraId="4AFF3541" w14:textId="52D2DEB6" w:rsidR="005835F5" w:rsidRPr="008C16D2" w:rsidRDefault="008C16D2" w:rsidP="005835F5">
      <w:pPr>
        <w:rPr>
          <w:rFonts w:asciiTheme="minorHAnsi" w:hAnsiTheme="minorHAnsi" w:cstheme="minorHAnsi"/>
          <w:b/>
          <w:sz w:val="20"/>
          <w:szCs w:val="20"/>
        </w:rPr>
      </w:pPr>
      <w:r w:rsidRPr="008C16D2">
        <w:rPr>
          <w:rFonts w:asciiTheme="minorHAnsi" w:hAnsiTheme="minorHAnsi" w:cstheme="minorHAnsi"/>
          <w:b/>
          <w:sz w:val="20"/>
          <w:szCs w:val="20"/>
        </w:rPr>
        <w:t>Acțiunea</w:t>
      </w:r>
      <w:r w:rsidR="005835F5" w:rsidRPr="008C16D2">
        <w:rPr>
          <w:rFonts w:asciiTheme="minorHAnsi" w:hAnsiTheme="minorHAnsi" w:cstheme="minorHAnsi"/>
          <w:b/>
          <w:sz w:val="20"/>
          <w:szCs w:val="20"/>
        </w:rPr>
        <w:t xml:space="preserve"> 2: Structuri de sprijin pentru dezvoltare IMM</w:t>
      </w:r>
    </w:p>
    <w:p w14:paraId="3BAAD84E" w14:textId="291962D9" w:rsidR="005835F5" w:rsidRPr="008C16D2" w:rsidRDefault="005835F5" w:rsidP="005835F5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8C16D2">
        <w:rPr>
          <w:rFonts w:asciiTheme="minorHAnsi" w:hAnsiTheme="minorHAnsi" w:cstheme="minorHAnsi"/>
          <w:b/>
          <w:sz w:val="20"/>
          <w:szCs w:val="20"/>
        </w:rPr>
        <w:t>Intervenția</w:t>
      </w:r>
      <w:r w:rsidR="008C16D2" w:rsidRPr="008C16D2">
        <w:rPr>
          <w:rFonts w:asciiTheme="minorHAnsi" w:hAnsiTheme="minorHAnsi" w:cstheme="minorHAnsi"/>
          <w:b/>
          <w:sz w:val="20"/>
          <w:szCs w:val="20"/>
        </w:rPr>
        <w:t xml:space="preserve"> 1.5.1.</w:t>
      </w:r>
      <w:r w:rsidRPr="008C16D2">
        <w:rPr>
          <w:rFonts w:asciiTheme="minorHAnsi" w:hAnsiTheme="minorHAnsi" w:cstheme="minorHAnsi"/>
          <w:b/>
          <w:sz w:val="20"/>
          <w:szCs w:val="20"/>
        </w:rPr>
        <w:t>: Incubatoare si acceleratoare de afaceri</w:t>
      </w:r>
    </w:p>
    <w:p w14:paraId="78057A27" w14:textId="77777777" w:rsidR="005C7AFF" w:rsidRPr="008C16D2" w:rsidRDefault="005C7AFF" w:rsidP="005C7AFF">
      <w:pPr>
        <w:jc w:val="right"/>
        <w:rPr>
          <w:rFonts w:asciiTheme="minorHAnsi" w:hAnsiTheme="minorHAnsi" w:cstheme="minorHAnsi"/>
          <w:sz w:val="16"/>
          <w:szCs w:val="16"/>
        </w:rPr>
      </w:pPr>
    </w:p>
    <w:p w14:paraId="052C1159" w14:textId="77777777" w:rsidR="005C7AFF" w:rsidRPr="008C16D2" w:rsidRDefault="005C7AFF" w:rsidP="005C7AFF">
      <w:pPr>
        <w:jc w:val="right"/>
        <w:rPr>
          <w:rFonts w:asciiTheme="minorHAnsi" w:hAnsiTheme="minorHAnsi" w:cstheme="minorHAnsi"/>
          <w:sz w:val="16"/>
          <w:szCs w:val="16"/>
        </w:rPr>
      </w:pPr>
    </w:p>
    <w:p w14:paraId="06A23B75" w14:textId="492FB11B" w:rsidR="00387F6D" w:rsidRPr="008C16D2" w:rsidRDefault="00387F6D" w:rsidP="00387F6D">
      <w:pPr>
        <w:shd w:val="clear" w:color="auto" w:fill="E6E6E6"/>
        <w:jc w:val="right"/>
        <w:rPr>
          <w:rFonts w:asciiTheme="minorHAnsi" w:hAnsiTheme="minorHAnsi" w:cstheme="minorHAnsi"/>
          <w:b/>
          <w:bCs/>
          <w:snapToGrid w:val="0"/>
          <w:lang w:eastAsia="en-US"/>
        </w:rPr>
      </w:pPr>
      <w:r w:rsidRPr="008C16D2">
        <w:rPr>
          <w:rFonts w:asciiTheme="minorHAnsi" w:hAnsiTheme="minorHAnsi" w:cstheme="minorHAnsi"/>
          <w:b/>
          <w:bCs/>
          <w:snapToGrid w:val="0"/>
          <w:lang w:eastAsia="en-US"/>
        </w:rPr>
        <w:t>Anexa 1</w:t>
      </w:r>
      <w:r w:rsidR="003B74F5" w:rsidRPr="008C16D2">
        <w:rPr>
          <w:rFonts w:asciiTheme="minorHAnsi" w:hAnsiTheme="minorHAnsi" w:cstheme="minorHAnsi"/>
          <w:b/>
          <w:bCs/>
          <w:snapToGrid w:val="0"/>
          <w:lang w:eastAsia="en-US"/>
        </w:rPr>
        <w:t>7</w:t>
      </w:r>
      <w:r w:rsidRPr="008C16D2">
        <w:rPr>
          <w:rFonts w:asciiTheme="minorHAnsi" w:hAnsiTheme="minorHAnsi" w:cstheme="minorHAnsi"/>
          <w:b/>
          <w:bCs/>
          <w:snapToGrid w:val="0"/>
          <w:lang w:eastAsia="en-US"/>
        </w:rPr>
        <w:t xml:space="preserve"> </w:t>
      </w:r>
    </w:p>
    <w:p w14:paraId="18CFACDB" w14:textId="77777777" w:rsidR="00387F6D" w:rsidRPr="008C16D2" w:rsidRDefault="00387F6D" w:rsidP="00387F6D">
      <w:pPr>
        <w:shd w:val="clear" w:color="auto" w:fill="E6E6E6"/>
        <w:jc w:val="right"/>
        <w:rPr>
          <w:rFonts w:asciiTheme="minorHAnsi" w:hAnsiTheme="minorHAnsi" w:cstheme="minorHAnsi"/>
          <w:b/>
          <w:bCs/>
          <w:snapToGrid w:val="0"/>
          <w:sz w:val="22"/>
          <w:szCs w:val="22"/>
          <w:lang w:eastAsia="en-US"/>
        </w:rPr>
      </w:pPr>
    </w:p>
    <w:p w14:paraId="72270D9F" w14:textId="77777777" w:rsidR="00387F6D" w:rsidRPr="008C16D2" w:rsidRDefault="00387F6D" w:rsidP="00387F6D">
      <w:pPr>
        <w:shd w:val="clear" w:color="auto" w:fill="E6E6E6"/>
        <w:jc w:val="both"/>
        <w:rPr>
          <w:rFonts w:asciiTheme="minorHAnsi" w:hAnsiTheme="minorHAnsi" w:cstheme="minorHAnsi"/>
          <w:b/>
          <w:bCs/>
          <w:snapToGrid w:val="0"/>
          <w:sz w:val="22"/>
          <w:szCs w:val="22"/>
          <w:lang w:eastAsia="en-US"/>
        </w:rPr>
      </w:pPr>
      <w:r w:rsidRPr="008C16D2">
        <w:rPr>
          <w:rFonts w:asciiTheme="minorHAnsi" w:hAnsiTheme="minorHAnsi" w:cstheme="minorHAnsi"/>
          <w:b/>
          <w:bCs/>
          <w:snapToGrid w:val="0"/>
          <w:sz w:val="22"/>
          <w:szCs w:val="22"/>
          <w:lang w:eastAsia="en-US"/>
        </w:rPr>
        <w:t>Lista de echipamente și/sau lucrări și/sau servicii cu încadrarea acestora pe secțiunea de cheltuieli eligibile /neeligibile (dacă este cazul)</w:t>
      </w:r>
    </w:p>
    <w:p w14:paraId="5F427237" w14:textId="77777777" w:rsidR="00387F6D" w:rsidRPr="008C16D2" w:rsidRDefault="00387F6D" w:rsidP="00387F6D">
      <w:pPr>
        <w:shd w:val="clear" w:color="auto" w:fill="E6E6E6"/>
        <w:jc w:val="both"/>
        <w:rPr>
          <w:rFonts w:asciiTheme="minorHAnsi" w:hAnsiTheme="minorHAnsi" w:cstheme="minorHAnsi"/>
          <w:b/>
          <w:bCs/>
          <w:snapToGrid w:val="0"/>
          <w:lang w:eastAsia="en-US"/>
        </w:rPr>
      </w:pPr>
    </w:p>
    <w:p w14:paraId="13247FB9" w14:textId="13F2CA25" w:rsidR="00387F6D" w:rsidRPr="008C16D2" w:rsidRDefault="00387F6D" w:rsidP="00387F6D">
      <w:pPr>
        <w:spacing w:before="120" w:after="120"/>
        <w:rPr>
          <w:rFonts w:asciiTheme="minorHAnsi" w:hAnsiTheme="minorHAnsi" w:cstheme="minorHAnsi"/>
          <w:sz w:val="22"/>
          <w:szCs w:val="22"/>
          <w:lang w:eastAsia="en-US"/>
        </w:rPr>
      </w:pPr>
      <w:r w:rsidRPr="008C16D2">
        <w:rPr>
          <w:rFonts w:asciiTheme="minorHAnsi" w:hAnsiTheme="minorHAnsi" w:cstheme="minorHAnsi"/>
          <w:sz w:val="22"/>
          <w:szCs w:val="22"/>
          <w:lang w:eastAsia="en-US"/>
        </w:rPr>
        <w:t xml:space="preserve">În </w:t>
      </w:r>
      <w:proofErr w:type="spellStart"/>
      <w:r w:rsidRPr="008C16D2">
        <w:rPr>
          <w:rFonts w:asciiTheme="minorHAnsi" w:hAnsiTheme="minorHAnsi" w:cstheme="minorHAnsi"/>
          <w:sz w:val="22"/>
          <w:szCs w:val="22"/>
          <w:lang w:eastAsia="en-US"/>
        </w:rPr>
        <w:t>funcţie</w:t>
      </w:r>
      <w:proofErr w:type="spellEnd"/>
      <w:r w:rsidRPr="008C16D2">
        <w:rPr>
          <w:rFonts w:asciiTheme="minorHAnsi" w:hAnsiTheme="minorHAnsi" w:cstheme="minorHAnsi"/>
          <w:sz w:val="22"/>
          <w:szCs w:val="22"/>
          <w:lang w:eastAsia="en-US"/>
        </w:rPr>
        <w:t xml:space="preserve"> de tipul de proiect</w:t>
      </w:r>
      <w:r w:rsidR="008C16D2" w:rsidRPr="008C16D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Pr="008C16D2">
        <w:rPr>
          <w:rFonts w:asciiTheme="minorHAnsi" w:hAnsiTheme="minorHAnsi" w:cstheme="minorHAnsi"/>
          <w:sz w:val="22"/>
          <w:szCs w:val="22"/>
          <w:lang w:eastAsia="en-US"/>
        </w:rPr>
        <w:t>şi</w:t>
      </w:r>
      <w:proofErr w:type="spellEnd"/>
      <w:r w:rsidRPr="008C16D2">
        <w:rPr>
          <w:rFonts w:asciiTheme="minorHAnsi" w:hAnsiTheme="minorHAnsi" w:cstheme="minorHAnsi"/>
          <w:sz w:val="22"/>
          <w:szCs w:val="22"/>
          <w:lang w:eastAsia="en-US"/>
        </w:rPr>
        <w:t xml:space="preserve"> de ce se propune a se </w:t>
      </w:r>
      <w:r w:rsidR="008C16D2" w:rsidRPr="008C16D2">
        <w:rPr>
          <w:rFonts w:asciiTheme="minorHAnsi" w:hAnsiTheme="minorHAnsi" w:cstheme="minorHAnsi"/>
          <w:sz w:val="22"/>
          <w:szCs w:val="22"/>
          <w:lang w:eastAsia="en-US"/>
        </w:rPr>
        <w:t>achiziționa</w:t>
      </w:r>
      <w:r w:rsidRPr="008C16D2">
        <w:rPr>
          <w:rFonts w:asciiTheme="minorHAnsi" w:hAnsiTheme="minorHAnsi" w:cstheme="minorHAnsi"/>
          <w:sz w:val="22"/>
          <w:szCs w:val="22"/>
          <w:lang w:eastAsia="en-US"/>
        </w:rPr>
        <w:t xml:space="preserve"> se va completa următorul tabel:</w:t>
      </w:r>
    </w:p>
    <w:p w14:paraId="7A44AA94" w14:textId="77777777" w:rsidR="00387F6D" w:rsidRPr="008C16D2" w:rsidRDefault="00387F6D" w:rsidP="00387F6D">
      <w:pPr>
        <w:spacing w:before="120" w:after="120"/>
        <w:rPr>
          <w:rFonts w:asciiTheme="minorHAnsi" w:hAnsiTheme="minorHAnsi" w:cstheme="minorHAnsi"/>
          <w:sz w:val="22"/>
          <w:szCs w:val="22"/>
          <w:lang w:eastAsia="en-US"/>
        </w:rPr>
      </w:pPr>
    </w:p>
    <w:tbl>
      <w:tblPr>
        <w:tblW w:w="0" w:type="auto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3"/>
        <w:gridCol w:w="2154"/>
        <w:gridCol w:w="552"/>
        <w:gridCol w:w="1062"/>
        <w:gridCol w:w="983"/>
        <w:gridCol w:w="831"/>
        <w:gridCol w:w="716"/>
        <w:gridCol w:w="2796"/>
      </w:tblGrid>
      <w:tr w:rsidR="00387F6D" w:rsidRPr="008C16D2" w14:paraId="025B7115" w14:textId="77777777" w:rsidTr="008C16D2">
        <w:trPr>
          <w:trHeight w:val="735"/>
        </w:trPr>
        <w:tc>
          <w:tcPr>
            <w:tcW w:w="0" w:type="auto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50EFD2" w14:textId="77777777" w:rsidR="00387F6D" w:rsidRPr="008C16D2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0" w:type="auto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D0F1A" w14:textId="77777777" w:rsidR="00387F6D" w:rsidRPr="008C16D2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Denumirea echipamentelor/lucrărilor/ serviciilor</w:t>
            </w:r>
          </w:p>
        </w:tc>
        <w:tc>
          <w:tcPr>
            <w:tcW w:w="0" w:type="auto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091AAF" w14:textId="77777777" w:rsidR="00387F6D" w:rsidRPr="008C16D2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UM</w:t>
            </w:r>
          </w:p>
        </w:tc>
        <w:tc>
          <w:tcPr>
            <w:tcW w:w="0" w:type="auto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5174ED" w14:textId="77777777" w:rsidR="00387F6D" w:rsidRPr="008C16D2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Cantitate</w:t>
            </w:r>
          </w:p>
        </w:tc>
        <w:tc>
          <w:tcPr>
            <w:tcW w:w="0" w:type="auto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FFA1A3" w14:textId="77777777" w:rsidR="00387F6D" w:rsidRPr="008C16D2" w:rsidRDefault="00387F6D" w:rsidP="00387F6D">
            <w:pPr>
              <w:spacing w:before="120" w:after="24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C16D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Preţul</w:t>
            </w:r>
            <w:proofErr w:type="spellEnd"/>
            <w:r w:rsidRPr="008C16D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 unitar</w:t>
            </w:r>
            <w:r w:rsidRPr="008C16D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br/>
              <w:t>(fără T.V.A)</w:t>
            </w:r>
          </w:p>
        </w:tc>
        <w:tc>
          <w:tcPr>
            <w:tcW w:w="0" w:type="auto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E88F4F" w14:textId="77777777" w:rsidR="00387F6D" w:rsidRPr="008C16D2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Valoare</w:t>
            </w:r>
          </w:p>
          <w:p w14:paraId="73CE79CD" w14:textId="77777777" w:rsidR="00387F6D" w:rsidRPr="008C16D2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totală  </w:t>
            </w:r>
          </w:p>
        </w:tc>
        <w:tc>
          <w:tcPr>
            <w:tcW w:w="0" w:type="auto"/>
            <w:shd w:val="clear" w:color="auto" w:fill="D9D9D9"/>
          </w:tcPr>
          <w:p w14:paraId="53239ED7" w14:textId="77777777" w:rsidR="00387F6D" w:rsidRPr="008C16D2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Linia bugetară</w:t>
            </w:r>
          </w:p>
        </w:tc>
        <w:tc>
          <w:tcPr>
            <w:tcW w:w="0" w:type="auto"/>
            <w:shd w:val="clear" w:color="auto" w:fill="D9D9D9"/>
          </w:tcPr>
          <w:p w14:paraId="18917134" w14:textId="77777777" w:rsidR="00387F6D" w:rsidRPr="008C16D2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Eligibil/neeligibil</w:t>
            </w:r>
          </w:p>
          <w:p w14:paraId="1EB09C3A" w14:textId="77777777" w:rsidR="00387F6D" w:rsidRPr="008C16D2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  <w:p w14:paraId="786629B8" w14:textId="77777777" w:rsidR="00387F6D" w:rsidRPr="008C16D2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 (se va </w:t>
            </w:r>
            <w:proofErr w:type="spellStart"/>
            <w:r w:rsidRPr="008C16D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menţiona</w:t>
            </w:r>
            <w:proofErr w:type="spellEnd"/>
            <w:r w:rsidRPr="008C16D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 suma inclusă pe eligibil </w:t>
            </w:r>
            <w:proofErr w:type="spellStart"/>
            <w:r w:rsidRPr="008C16D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şi</w:t>
            </w:r>
            <w:proofErr w:type="spellEnd"/>
            <w:r w:rsidRPr="008C16D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 suma inclusă pe neeligibil)</w:t>
            </w:r>
          </w:p>
        </w:tc>
      </w:tr>
      <w:tr w:rsidR="00387F6D" w:rsidRPr="008C16D2" w14:paraId="0B999A0B" w14:textId="77777777" w:rsidTr="008C16D2">
        <w:trPr>
          <w:trHeight w:val="435"/>
        </w:trPr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0DE236" w14:textId="77777777" w:rsidR="00387F6D" w:rsidRPr="008C16D2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ABF234" w14:textId="77777777" w:rsidR="00387F6D" w:rsidRPr="008C16D2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77BBC2" w14:textId="77777777" w:rsidR="00387F6D" w:rsidRPr="008C16D2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6AA405" w14:textId="77777777" w:rsidR="00387F6D" w:rsidRPr="008C16D2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23238A" w14:textId="77777777" w:rsidR="00387F6D" w:rsidRPr="008C16D2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174929" w14:textId="77777777" w:rsidR="00387F6D" w:rsidRPr="008C16D2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5(3x4)</w:t>
            </w:r>
          </w:p>
        </w:tc>
        <w:tc>
          <w:tcPr>
            <w:tcW w:w="0" w:type="auto"/>
            <w:shd w:val="clear" w:color="auto" w:fill="FFFFFF"/>
          </w:tcPr>
          <w:p w14:paraId="105E968B" w14:textId="77777777" w:rsidR="00387F6D" w:rsidRPr="008C16D2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0" w:type="auto"/>
            <w:shd w:val="clear" w:color="auto" w:fill="FFFFFF"/>
          </w:tcPr>
          <w:p w14:paraId="17C21483" w14:textId="77777777" w:rsidR="00387F6D" w:rsidRPr="008C16D2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87F6D" w:rsidRPr="008C16D2" w14:paraId="79B1A8CC" w14:textId="77777777" w:rsidTr="008C16D2">
        <w:trPr>
          <w:trHeight w:val="264"/>
        </w:trPr>
        <w:tc>
          <w:tcPr>
            <w:tcW w:w="0" w:type="auto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B7512B" w14:textId="77777777" w:rsidR="00387F6D" w:rsidRPr="008C16D2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Echipamente și dotări</w:t>
            </w:r>
          </w:p>
        </w:tc>
      </w:tr>
      <w:tr w:rsidR="00387F6D" w:rsidRPr="008C16D2" w14:paraId="363C0B3A" w14:textId="77777777" w:rsidTr="008C16D2">
        <w:trPr>
          <w:trHeight w:val="300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A59392" w14:textId="77777777" w:rsidR="00387F6D" w:rsidRPr="008C16D2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1B0C72" w14:textId="77777777" w:rsidR="00387F6D" w:rsidRPr="008C16D2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B96B65" w14:textId="77777777" w:rsidR="00387F6D" w:rsidRPr="008C16D2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59F6CE" w14:textId="77777777" w:rsidR="00387F6D" w:rsidRPr="008C16D2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5E1314" w14:textId="77777777" w:rsidR="00387F6D" w:rsidRPr="008C16D2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0EC2BA" w14:textId="77777777" w:rsidR="00387F6D" w:rsidRPr="008C16D2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0" w:type="auto"/>
          </w:tcPr>
          <w:p w14:paraId="3D5138F4" w14:textId="77777777" w:rsidR="00387F6D" w:rsidRPr="008C16D2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0" w:type="auto"/>
          </w:tcPr>
          <w:p w14:paraId="7002CB3E" w14:textId="77777777" w:rsidR="00387F6D" w:rsidRPr="008C16D2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87F6D" w:rsidRPr="008C16D2" w14:paraId="553F43AC" w14:textId="77777777" w:rsidTr="008C16D2">
        <w:trPr>
          <w:trHeight w:val="300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8773BB" w14:textId="77777777" w:rsidR="00387F6D" w:rsidRPr="008C16D2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6FA799" w14:textId="77777777" w:rsidR="00387F6D" w:rsidRPr="008C16D2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7D6A2E" w14:textId="77777777" w:rsidR="00387F6D" w:rsidRPr="008C16D2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5F3922" w14:textId="77777777" w:rsidR="00387F6D" w:rsidRPr="008C16D2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1F9FB3" w14:textId="77777777" w:rsidR="00387F6D" w:rsidRPr="008C16D2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3E6167" w14:textId="77777777" w:rsidR="00387F6D" w:rsidRPr="008C16D2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0" w:type="auto"/>
          </w:tcPr>
          <w:p w14:paraId="532BA248" w14:textId="77777777" w:rsidR="00387F6D" w:rsidRPr="008C16D2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0" w:type="auto"/>
          </w:tcPr>
          <w:p w14:paraId="4BFD735B" w14:textId="77777777" w:rsidR="00387F6D" w:rsidRPr="008C16D2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87F6D" w:rsidRPr="008C16D2" w14:paraId="0A03E9A7" w14:textId="77777777" w:rsidTr="008C16D2">
        <w:trPr>
          <w:trHeight w:val="300"/>
        </w:trPr>
        <w:tc>
          <w:tcPr>
            <w:tcW w:w="0" w:type="auto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14009D" w14:textId="77777777" w:rsidR="00387F6D" w:rsidRPr="008C16D2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0" w:type="auto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686CC9" w14:textId="77777777" w:rsidR="00387F6D" w:rsidRPr="008C16D2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0" w:type="auto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24EA3" w14:textId="77777777" w:rsidR="00387F6D" w:rsidRPr="008C16D2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0" w:type="auto"/>
            <w:shd w:val="clear" w:color="auto" w:fill="F2F2F2"/>
          </w:tcPr>
          <w:p w14:paraId="192F811C" w14:textId="77777777" w:rsidR="00387F6D" w:rsidRPr="008C16D2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0" w:type="auto"/>
            <w:shd w:val="clear" w:color="auto" w:fill="F2F2F2"/>
          </w:tcPr>
          <w:p w14:paraId="4E78C3FF" w14:textId="77777777" w:rsidR="00387F6D" w:rsidRPr="008C16D2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87F6D" w:rsidRPr="008C16D2" w14:paraId="28CA5C7E" w14:textId="77777777" w:rsidTr="008C16D2">
        <w:trPr>
          <w:trHeight w:val="300"/>
        </w:trPr>
        <w:tc>
          <w:tcPr>
            <w:tcW w:w="0" w:type="auto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27613E" w14:textId="77777777" w:rsidR="00387F6D" w:rsidRPr="008C16D2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  <w:proofErr w:type="spellStart"/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Lucrari</w:t>
            </w:r>
            <w:proofErr w:type="spellEnd"/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 xml:space="preserve">-Denumire obiect de </w:t>
            </w:r>
            <w:proofErr w:type="spellStart"/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investitii</w:t>
            </w:r>
            <w:proofErr w:type="spellEnd"/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, de exemplu:</w:t>
            </w:r>
          </w:p>
        </w:tc>
      </w:tr>
      <w:tr w:rsidR="00387F6D" w:rsidRPr="008C16D2" w14:paraId="11AF2C30" w14:textId="77777777" w:rsidTr="008C16D2">
        <w:trPr>
          <w:trHeight w:val="300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4B26DC" w14:textId="77777777" w:rsidR="00387F6D" w:rsidRPr="008C16D2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1EC500" w14:textId="645D533F" w:rsidR="00387F6D" w:rsidRPr="008C16D2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786D3E" w14:textId="77777777" w:rsidR="00387F6D" w:rsidRPr="008C16D2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0387A4" w14:textId="77777777" w:rsidR="00387F6D" w:rsidRPr="008C16D2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77672F" w14:textId="77777777" w:rsidR="00387F6D" w:rsidRPr="008C16D2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BE504B" w14:textId="77777777" w:rsidR="00387F6D" w:rsidRPr="008C16D2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0" w:type="auto"/>
          </w:tcPr>
          <w:p w14:paraId="2B1AF509" w14:textId="77777777" w:rsidR="00387F6D" w:rsidRPr="008C16D2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0" w:type="auto"/>
          </w:tcPr>
          <w:p w14:paraId="44371F0E" w14:textId="77777777" w:rsidR="00387F6D" w:rsidRPr="008C16D2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87F6D" w:rsidRPr="008C16D2" w14:paraId="1EFE9C6E" w14:textId="77777777" w:rsidTr="008C16D2">
        <w:trPr>
          <w:trHeight w:val="300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3EE796" w14:textId="77777777" w:rsidR="00387F6D" w:rsidRPr="008C16D2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47172B" w14:textId="6B4F90BE" w:rsidR="00387F6D" w:rsidRPr="008C16D2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highlight w:val="yellow"/>
                <w:lang w:eastAsia="ro-RO"/>
              </w:rPr>
            </w:pP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50B6DE" w14:textId="77777777" w:rsidR="00387F6D" w:rsidRPr="008C16D2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84525E" w14:textId="77777777" w:rsidR="00387F6D" w:rsidRPr="008C16D2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58B364" w14:textId="77777777" w:rsidR="00387F6D" w:rsidRPr="008C16D2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E6FBF6" w14:textId="77777777" w:rsidR="00387F6D" w:rsidRPr="008C16D2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0" w:type="auto"/>
          </w:tcPr>
          <w:p w14:paraId="215CF74B" w14:textId="77777777" w:rsidR="00387F6D" w:rsidRPr="008C16D2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0" w:type="auto"/>
          </w:tcPr>
          <w:p w14:paraId="0687B385" w14:textId="77777777" w:rsidR="00387F6D" w:rsidRPr="008C16D2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87F6D" w:rsidRPr="008C16D2" w14:paraId="6A1E34CF" w14:textId="77777777" w:rsidTr="008C16D2">
        <w:trPr>
          <w:trHeight w:val="300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C3FAC2" w14:textId="77777777" w:rsidR="00387F6D" w:rsidRPr="008C16D2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77B34E" w14:textId="77777777" w:rsidR="00387F6D" w:rsidRPr="008C16D2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etc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266E1B" w14:textId="77777777" w:rsidR="00387F6D" w:rsidRPr="008C16D2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5AF98C" w14:textId="77777777" w:rsidR="00387F6D" w:rsidRPr="008C16D2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2438D7" w14:textId="77777777" w:rsidR="00387F6D" w:rsidRPr="008C16D2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A566CC" w14:textId="77777777" w:rsidR="00387F6D" w:rsidRPr="008C16D2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0" w:type="auto"/>
          </w:tcPr>
          <w:p w14:paraId="6A658004" w14:textId="77777777" w:rsidR="00387F6D" w:rsidRPr="008C16D2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0" w:type="auto"/>
          </w:tcPr>
          <w:p w14:paraId="52ED0679" w14:textId="77777777" w:rsidR="00387F6D" w:rsidRPr="008C16D2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87F6D" w:rsidRPr="008C16D2" w14:paraId="7EA133F2" w14:textId="77777777" w:rsidTr="008C16D2">
        <w:trPr>
          <w:trHeight w:val="300"/>
        </w:trPr>
        <w:tc>
          <w:tcPr>
            <w:tcW w:w="0" w:type="auto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DCD5C6" w14:textId="77777777" w:rsidR="00387F6D" w:rsidRPr="008C16D2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0" w:type="auto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01C7F9" w14:textId="77777777" w:rsidR="00387F6D" w:rsidRPr="008C16D2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0" w:type="auto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617A64" w14:textId="77777777" w:rsidR="00387F6D" w:rsidRPr="008C16D2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0" w:type="auto"/>
            <w:shd w:val="clear" w:color="auto" w:fill="F2F2F2"/>
          </w:tcPr>
          <w:p w14:paraId="73A12D7C" w14:textId="77777777" w:rsidR="00387F6D" w:rsidRPr="008C16D2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0" w:type="auto"/>
            <w:shd w:val="clear" w:color="auto" w:fill="F2F2F2"/>
          </w:tcPr>
          <w:p w14:paraId="095AE21D" w14:textId="77777777" w:rsidR="00387F6D" w:rsidRPr="008C16D2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87F6D" w:rsidRPr="008C16D2" w14:paraId="45D18BE5" w14:textId="77777777" w:rsidTr="008C16D2">
        <w:trPr>
          <w:trHeight w:val="300"/>
        </w:trPr>
        <w:tc>
          <w:tcPr>
            <w:tcW w:w="0" w:type="auto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52BAB6" w14:textId="77777777" w:rsidR="00387F6D" w:rsidRPr="008C16D2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Denumire servicii</w:t>
            </w:r>
          </w:p>
        </w:tc>
      </w:tr>
      <w:tr w:rsidR="00387F6D" w:rsidRPr="008C16D2" w14:paraId="378F59B0" w14:textId="77777777" w:rsidTr="008C16D2">
        <w:trPr>
          <w:trHeight w:val="300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F09760" w14:textId="77777777" w:rsidR="00387F6D" w:rsidRPr="008C16D2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EC06C8" w14:textId="77777777" w:rsidR="00387F6D" w:rsidRPr="008C16D2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CCF662" w14:textId="77777777" w:rsidR="00387F6D" w:rsidRPr="008C16D2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14CB45" w14:textId="77777777" w:rsidR="00387F6D" w:rsidRPr="008C16D2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C6DC58" w14:textId="77777777" w:rsidR="00387F6D" w:rsidRPr="008C16D2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002AB5" w14:textId="77777777" w:rsidR="00387F6D" w:rsidRPr="008C16D2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0" w:type="auto"/>
          </w:tcPr>
          <w:p w14:paraId="0E733CA5" w14:textId="77777777" w:rsidR="00387F6D" w:rsidRPr="008C16D2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0" w:type="auto"/>
          </w:tcPr>
          <w:p w14:paraId="75EA4614" w14:textId="77777777" w:rsidR="00387F6D" w:rsidRPr="008C16D2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87F6D" w:rsidRPr="008C16D2" w14:paraId="1C02F06F" w14:textId="77777777" w:rsidTr="008C16D2">
        <w:trPr>
          <w:trHeight w:val="300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70887C" w14:textId="77777777" w:rsidR="00387F6D" w:rsidRPr="008C16D2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lastRenderedPageBreak/>
              <w:t> 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30C4D5" w14:textId="77777777" w:rsidR="00387F6D" w:rsidRPr="008C16D2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FBD34E" w14:textId="77777777" w:rsidR="00387F6D" w:rsidRPr="008C16D2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E62C75" w14:textId="77777777" w:rsidR="00387F6D" w:rsidRPr="008C16D2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44452A" w14:textId="77777777" w:rsidR="00387F6D" w:rsidRPr="008C16D2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1E5317" w14:textId="77777777" w:rsidR="00387F6D" w:rsidRPr="008C16D2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0" w:type="auto"/>
          </w:tcPr>
          <w:p w14:paraId="32669CB5" w14:textId="77777777" w:rsidR="00387F6D" w:rsidRPr="008C16D2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0" w:type="auto"/>
          </w:tcPr>
          <w:p w14:paraId="25968F44" w14:textId="77777777" w:rsidR="00387F6D" w:rsidRPr="008C16D2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87F6D" w:rsidRPr="008C16D2" w14:paraId="1F16E25A" w14:textId="77777777" w:rsidTr="008C16D2">
        <w:trPr>
          <w:trHeight w:val="300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CE85CD" w14:textId="77777777" w:rsidR="00387F6D" w:rsidRPr="008C16D2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FDB26" w14:textId="77777777" w:rsidR="00387F6D" w:rsidRPr="008C16D2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B6F3D4" w14:textId="77777777" w:rsidR="00387F6D" w:rsidRPr="008C16D2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B5009B" w14:textId="77777777" w:rsidR="00387F6D" w:rsidRPr="008C16D2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E50610" w14:textId="77777777" w:rsidR="00387F6D" w:rsidRPr="008C16D2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265FCB" w14:textId="77777777" w:rsidR="00387F6D" w:rsidRPr="008C16D2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0" w:type="auto"/>
          </w:tcPr>
          <w:p w14:paraId="4B35A944" w14:textId="77777777" w:rsidR="00387F6D" w:rsidRPr="008C16D2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0" w:type="auto"/>
          </w:tcPr>
          <w:p w14:paraId="64AB6A38" w14:textId="77777777" w:rsidR="00387F6D" w:rsidRPr="008C16D2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87F6D" w:rsidRPr="008C16D2" w14:paraId="3A93436B" w14:textId="77777777" w:rsidTr="008C16D2">
        <w:trPr>
          <w:trHeight w:val="300"/>
        </w:trPr>
        <w:tc>
          <w:tcPr>
            <w:tcW w:w="0" w:type="auto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F661C6" w14:textId="77777777" w:rsidR="00387F6D" w:rsidRPr="008C16D2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0" w:type="auto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11C2EB" w14:textId="77777777" w:rsidR="00387F6D" w:rsidRPr="008C16D2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0" w:type="auto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6F90FB" w14:textId="77777777" w:rsidR="00387F6D" w:rsidRPr="008C16D2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0" w:type="auto"/>
            <w:shd w:val="clear" w:color="auto" w:fill="F2F2F2"/>
          </w:tcPr>
          <w:p w14:paraId="7D19BE54" w14:textId="77777777" w:rsidR="00387F6D" w:rsidRPr="008C16D2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0" w:type="auto"/>
            <w:shd w:val="clear" w:color="auto" w:fill="F2F2F2"/>
          </w:tcPr>
          <w:p w14:paraId="5FA791DA" w14:textId="77777777" w:rsidR="00387F6D" w:rsidRPr="008C16D2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387F6D" w:rsidRPr="008C16D2" w14:paraId="32555EF6" w14:textId="77777777" w:rsidTr="008C16D2">
        <w:trPr>
          <w:trHeight w:val="300"/>
        </w:trPr>
        <w:tc>
          <w:tcPr>
            <w:tcW w:w="0" w:type="auto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8E36F0" w14:textId="77777777" w:rsidR="00387F6D" w:rsidRPr="008C16D2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8C16D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TOTAL GENERAL</w:t>
            </w:r>
          </w:p>
        </w:tc>
        <w:tc>
          <w:tcPr>
            <w:tcW w:w="0" w:type="auto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DE7192" w14:textId="77777777" w:rsidR="00387F6D" w:rsidRPr="008C16D2" w:rsidRDefault="00387F6D" w:rsidP="00387F6D">
            <w:pPr>
              <w:spacing w:before="120" w:after="12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0" w:type="auto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B7ECD2" w14:textId="77777777" w:rsidR="00387F6D" w:rsidRPr="008C16D2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0" w:type="auto"/>
            <w:shd w:val="clear" w:color="auto" w:fill="F2F2F2"/>
          </w:tcPr>
          <w:p w14:paraId="4B04F4A7" w14:textId="77777777" w:rsidR="00387F6D" w:rsidRPr="008C16D2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0" w:type="auto"/>
            <w:shd w:val="clear" w:color="auto" w:fill="F2F2F2"/>
          </w:tcPr>
          <w:p w14:paraId="182A85A2" w14:textId="77777777" w:rsidR="00387F6D" w:rsidRPr="008C16D2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</w:tbl>
    <w:p w14:paraId="1028C54F" w14:textId="77777777" w:rsidR="005C7AFF" w:rsidRPr="008C16D2" w:rsidRDefault="005C7AFF" w:rsidP="00387F6D">
      <w:pPr>
        <w:jc w:val="both"/>
        <w:rPr>
          <w:rFonts w:asciiTheme="minorHAnsi" w:hAnsiTheme="minorHAnsi" w:cstheme="minorHAnsi"/>
        </w:rPr>
      </w:pPr>
    </w:p>
    <w:p w14:paraId="0726152F" w14:textId="77777777" w:rsidR="00C916A3" w:rsidRPr="008C16D2" w:rsidRDefault="00C916A3" w:rsidP="00376CFE">
      <w:pPr>
        <w:rPr>
          <w:rFonts w:asciiTheme="minorHAnsi" w:hAnsiTheme="minorHAnsi" w:cstheme="minorHAnsi"/>
        </w:rPr>
      </w:pPr>
    </w:p>
    <w:p w14:paraId="5B07695D" w14:textId="77777777" w:rsidR="00C916A3" w:rsidRPr="008C16D2" w:rsidRDefault="00C916A3" w:rsidP="00376CFE">
      <w:pPr>
        <w:rPr>
          <w:rFonts w:asciiTheme="minorHAnsi" w:hAnsiTheme="minorHAnsi" w:cstheme="minorHAnsi"/>
        </w:rPr>
      </w:pPr>
    </w:p>
    <w:p w14:paraId="466204F4" w14:textId="77777777" w:rsidR="0009018B" w:rsidRPr="008C16D2" w:rsidRDefault="0009018B" w:rsidP="00376CFE">
      <w:pPr>
        <w:rPr>
          <w:rFonts w:asciiTheme="minorHAnsi" w:hAnsiTheme="minorHAnsi" w:cstheme="minorHAnsi"/>
        </w:rPr>
      </w:pPr>
    </w:p>
    <w:p w14:paraId="3964DB42" w14:textId="77777777" w:rsidR="0009018B" w:rsidRPr="008C16D2" w:rsidRDefault="0009018B" w:rsidP="00376CFE">
      <w:pPr>
        <w:rPr>
          <w:rFonts w:asciiTheme="minorHAnsi" w:hAnsiTheme="minorHAnsi" w:cstheme="minorHAnsi"/>
        </w:rPr>
      </w:pPr>
    </w:p>
    <w:sectPr w:rsidR="0009018B" w:rsidRPr="008C16D2" w:rsidSect="00387F6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707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40C06" w14:textId="77777777" w:rsidR="006F14B9" w:rsidRDefault="006F14B9">
      <w:r>
        <w:separator/>
      </w:r>
    </w:p>
  </w:endnote>
  <w:endnote w:type="continuationSeparator" w:id="0">
    <w:p w14:paraId="59276449" w14:textId="77777777" w:rsidR="006F14B9" w:rsidRDefault="006F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32AFA666" w14:textId="77777777">
      <w:trPr>
        <w:cantSplit/>
        <w:trHeight w:hRule="exact" w:val="340"/>
        <w:hidden/>
      </w:trPr>
      <w:tc>
        <w:tcPr>
          <w:tcW w:w="9210" w:type="dxa"/>
        </w:tcPr>
        <w:p w14:paraId="1ABF29B4" w14:textId="77777777"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14:paraId="178F5FE3" w14:textId="77777777" w:rsidR="00F12E7F" w:rsidRDefault="00387F6D" w:rsidP="00F12E7F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 wp14:anchorId="3D316537" wp14:editId="2B04C407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0E0FA3C" wp14:editId="01ECCAC2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2424BB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70E0FA3C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" filled="f" stroked="f">
              <v:textbox>
                <w:txbxContent>
                  <w:p w14:paraId="682424BB" w14:textId="77777777"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42B2ACC" wp14:editId="3715C867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931EC8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group w14:anchorId="742B2ACC"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ZiI3mdojtk6usFZq+N6fBvXF+uv5uiI+9Gy63HTop5c+bqBR6viWp1e8ZL7Un5Fei&#10;ELLqcmXotbaO6OoERyAAaPwcycrS5MfzbLDh1t8Vq90gt0s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CZiI3mdojtOrrBV6zjenwb1w/rr+b3sfejZtbjp0U8ufN&#10;1Ao9XxDU6yf1t/J+ZXohBy6jJm99bo7o6gRXMAAAAFx4OZNtTkx7++rv/BL4dbbJavfANEs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BW63jOn0+9cc87k7o6o+9H&#10;zazHj6K+VbzdQKLV8R1GsmecvMU+ZXohBy6jJmnyrbR3R1AiOQAAAAAAAncHyc3xLF3W8mXbR25O&#10;or5+gGsWo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IWu4np9HExa&#10;eXk+ZXr+/ucc2px4eiZ3t3QCg1vFNRrN6zbkY/mV/PvQM2qyZujfk17oBBcQAAAAAAAAAHTT35vU&#10;Y7/NtEvWOeTkrPdINrE7xE965jpgH0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Bx1Oqw6WnKzZIr3R2z6IeMmWmKu97RAKDXcbzZ96YP1WPv+VPsQc2tvfeMfk1/EFWig+AA&#10;AAAAAAAAAAANnocnO6PDfvrC4wW5WGlu+Ad3s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8tatKza0xWsdczPU+TMRG8ztAKbXcdrXfHpI5U/vJ6vuRM+uiN64umfnSCiy5cma8&#10;3y3m9p7ZlBte17cq0zM+cHh8AAAAAAAAAAAAAAAGp4Fk5fDqx21mYWehtytPEd07AsUg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EHX8VwaLev7TL8yJ6vTPY4Z9VTD0e+t3QDO6&#10;3X59bffJbavZSOqFfmz3zT5U9HZEdQIrmAAAAAAAAAAAAAAAAAAvvBrJ5ObH54sncOt0Xr94LxN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eM2bHgxzky2itY65l5vetKza07RAKDX&#10;8cyZd8el3x0+d8qfYg59ba+9cXkx39sgqJmZneZ3lE6wfAAAAAAAAAAAAAAAAAAAAWng/k5GvmvZ&#10;espOgttn274Bplk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Cu4hxfDpN6U2yZe6O&#10;qPSj6jV0xeTXyr93cDO6rV5tXk5ea2/dEdUK/LlvltvefuBweAAAAAAAAAAAAAAAAAAAAAAErhuT&#10;mtfhtv8AK2dNNbk56T5wbBb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PGXLTDjnJkt&#10;Fax1zL5a1aVm1p2iO0FBxHjd82+PS70p227Z9iBqNbN/Jxb1r39sgqEQHwAAAAAAAAAAAAAAAAAA&#10;AAAAAHqluRetu6dyJ2tE9wNtjtF8dbR2xErqs71ie+Aen0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RNdxHDoq+XPKyT1Ujrn2OWfUUwx09NuyIBmdbrs2tycrLbasdVI6oVubPfNbe09HZHZ&#10;AIzmAAAAAAAAAAAAAAAAAAAAAAAAAAANfwrJznDsM9sV2W2ltytPSfNsCW6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MRG89EAKbiPG60icWknlW6pv2R6EPUa2K71xdM/OBQXvbJabXtNrT1z&#10;M7zKBMzad7TMzPbIPIAAAAAAAAAAAAAAAAAAAAAAAAAAAADS+DuTlaK1PmWWPD7b4ZjukFql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r8IMPOaGMkR047b/dKNr6crByu2sgzKtAAAAAAAAAAAAAAAAA&#10;AAAAAAAAAAAAAAAAAafgGTl8P5PzLTCy0Ft8G3dILNJ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Ck8JMO9MWeI6p5M/l+aFxGnRW/3AoEEAAAAAAAAAAAA&#10;AAAAAAAAAAAAAAAAAAAAEjQZOa12G/daHvBbk56T5wbJc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lqNPi1WKceakWr+Meh5yY65a8m8bwDN8R4Tl0czekTkw/Ojrj0q3UaW+GZtHlU7+4Fc4AAAAA&#10;AAAAAAAAAAAAAAAAAAAAAAAAAAAAsOB4+XxKk7e9ibf+/wAXfRV5Wpr5o3Bqlo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59931EC8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B5DE60" wp14:editId="3120E33D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65C798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40A6D907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5BE0ADF8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 w14:anchorId="59B5DE60"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" stroked="f">
              <v:stroke dashstyle="1 1" endcap="round"/>
              <v:textbox>
                <w:txbxContent>
                  <w:p w14:paraId="2965C798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40A6D907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5BE0ADF8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55BA773F" wp14:editId="6D7D8ECA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25E5038" w14:textId="77777777" w:rsidR="002B3BB9" w:rsidRDefault="002B3BB9">
    <w:pPr>
      <w:pStyle w:val="Subsol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52508" w14:textId="77777777" w:rsidR="00072DDE" w:rsidRDefault="00387F6D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225683FC" wp14:editId="6C12264C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F5423F4" wp14:editId="29F40250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80FC65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0F5423F4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" filled="f" stroked="f">
              <v:textbox>
                <w:txbxContent>
                  <w:p w14:paraId="0080FC65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11097328" wp14:editId="329392EF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FB20A8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group w14:anchorId="11097328"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JmIjeZ2iO2Tq6wVmr43p8G9cX66/m6Ij70bLrcdOinlz5uoFHq+JanV7xkvtSfkV6IQ&#10;supyZei1to7o6gRHIABo/BzJytLkx/NssOHW3xWr3SC3Sw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JmIjeZ2iO06usFXrON6fBvXD+uv5vex96Nm1uOnRTy583U&#10;Cj1fENTrJ/W38n5leiEHLqMmb31ujujqBFcwAAAAXHg5k21OTHv76u/8Evh1tslq98A0Sw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FbreM6fT71xzzuTujqj70fN&#10;rMePor5VvN1AotXxHUayZ5y8xT5leiEHLqMmafKttHdHUCI5AAAAAAACdwfJzfEsXdbyZdtHbk6i&#10;vn6Aaxa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ha7ien0cTFp5&#10;eT5lev7+5xzanHh6Jne3dAKDW8U1Gs3rNuRj+ZX8+9AzarJm6N+TXugEFxAAAAAAAAAAdNPfm9Rj&#10;v820S9Y55OSs90g2sTvET3rmOmAfQ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HHU6rDpacrNkivdHbPoh4yZaYq73tEAoNdxvNn3pg/VY+/5U+xBza2994x+TX8QVaKD4AAA&#10;AAAAAAAAAA2ehyc7o8N++sLjBblYaW74B3ew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Hy1q0rNrTFax1zM9T5MxEbzO0Aptdx2td8ekjlT+8nq+5Ez66I3ri6Z+dIKLLlyZrzf&#10;Leb2ntmUG17XtyrTMz5weHwAAAAAAAAAAAAAAAangWTl8OrHbWZhZ6G3K08R3TsCxS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QdfxXBot6/tMvzInq9M9jhn1VMPR763dAM7rd&#10;fn1t98ltq9lI6oV+bPfNPlT0dkR1AiuYAAAAAAAAAAAAAAAAAC+8Gsnk5sfniydw63Rev3gvE0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B4zZseDHOTLaK1jrmXm960rNrTtEAoNfx&#10;zJl3x6XfHT53yp9iDn1tr71xeTHf2yComZmd5neUTrB8AAAAAAAAAAAAAAAAAAABaeD+Tka+a9l6&#10;yk6C22fbvgGmW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K7iHF8Ok3pTbJl7o6o&#10;9KPqNXTF5NfKv3dwM7qtXm1eTl5rb90R1Qr8uW+W295+4HB4AAAAAAAAAAAAAAAAAAAAAASuG5Oa&#10;1+G2/wArZ001uTnpPnBsFu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8ZctMOOcmS0V&#10;rHXMvlrVpWbWnaI7QUHEeN3zb49LvSnbbtn2IGo1s38nFvWvf2yCoRAfAAAAAAAAAAAAAAAAAAAA&#10;AAAAeqW5F627p3Ina0T3A22O0Xx1tHbESuqzvWJ74B6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BE13EcOir5c8rJPVSOufY5Z9RTDHT027IgGZ1uuza3Jysttqx1UjqhW5s981t7T0dkdkA&#10;jOYAAAAAAAAAAAAAAAAAAAAAAAAAAA1/CsnOcOwz2xXZbaW3K09J82wJb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MxEbz0QApuI8brSJxaSeVbqm/ZHoQ9RrYrvXF0z84FBe9slpte02tPXMz&#10;vMoEzNp3tMzM9sg8gAAAAAAAAAAAAAAAAAAAAAAAAAAAANL4O5OVorU+ZZY8PtvhmO6QWqU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Kvwgw85oYyRHTjtv90o2vpysHK7ayDMq0AAAAAAAAAAAAAAAAAA&#10;AAAAAAAAAAAAAAABp+AZOXw/k/MtMLLQW3wbd0gs0k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KTwkw70xZ4jqnkz+X5oXEadFb/cCgQQAAAAAAAAAAAAA&#10;AAAAAAAAAAAAAAAAAAASNBk5rXYb91oe8FuTnpPnBslw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OWo0+LVYpx5qRav4x6HnJjrlrybxvAM3xHhOXRzN6ROTD86OuPSrdRpb4Zm0eVTv7gVzgAAAAAA&#10;AAAAAAAAAAAAAAAAAAAAAAAAAACw4Hj5fEqTt72Jt/7/ABd9FXlamvmjcGqWg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38FB20A8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278A6A6" wp14:editId="499E279D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274541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7A98945E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4A80DE79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 w14:anchorId="6278A6A6"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" stroked="f">
              <v:stroke dashstyle="1 1" endcap="round"/>
              <v:textbox>
                <w:txbxContent>
                  <w:p w14:paraId="21274541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7A98945E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4A80DE79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53628ECC" wp14:editId="070CFD02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94126" w14:textId="77777777" w:rsidR="006F14B9" w:rsidRDefault="006F14B9">
      <w:r>
        <w:separator/>
      </w:r>
    </w:p>
  </w:footnote>
  <w:footnote w:type="continuationSeparator" w:id="0">
    <w:p w14:paraId="091300FE" w14:textId="77777777" w:rsidR="006F14B9" w:rsidRDefault="006F1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B2DF" w14:textId="77777777" w:rsidR="002B3BB9" w:rsidRPr="00851382" w:rsidRDefault="00387F6D">
    <w:pPr>
      <w:pStyle w:val="Antet"/>
      <w:rPr>
        <w:color w:val="999999"/>
      </w:rPr>
    </w:pPr>
    <w:r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378BBE27" wp14:editId="070A9CE3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52E17D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3EA12EE2" w14:textId="77777777"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group w14:anchorId="378BBE27"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14:paraId="1852E17D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3EA12EE2" w14:textId="77777777"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2063AB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2063AB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13A32" w14:textId="77777777" w:rsidR="002B3BB9" w:rsidRDefault="00387F6D">
    <w:pPr>
      <w:pStyle w:val="Antet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04DBD299" wp14:editId="002AEAC3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097CF0A4" wp14:editId="19288718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42D35876" wp14:editId="40F56CAA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72DDE"/>
    <w:rsid w:val="00080850"/>
    <w:rsid w:val="0009018B"/>
    <w:rsid w:val="00094830"/>
    <w:rsid w:val="000C2AAE"/>
    <w:rsid w:val="001175F2"/>
    <w:rsid w:val="001357F6"/>
    <w:rsid w:val="00144BFD"/>
    <w:rsid w:val="001E7D06"/>
    <w:rsid w:val="002063AB"/>
    <w:rsid w:val="002B3BB9"/>
    <w:rsid w:val="002E07E9"/>
    <w:rsid w:val="002F1246"/>
    <w:rsid w:val="00351F71"/>
    <w:rsid w:val="00376CFE"/>
    <w:rsid w:val="00387F6D"/>
    <w:rsid w:val="003B74F5"/>
    <w:rsid w:val="003E2E03"/>
    <w:rsid w:val="00474F02"/>
    <w:rsid w:val="00523BEA"/>
    <w:rsid w:val="005835F5"/>
    <w:rsid w:val="005A6B00"/>
    <w:rsid w:val="005C21C9"/>
    <w:rsid w:val="005C7AFF"/>
    <w:rsid w:val="00643AC4"/>
    <w:rsid w:val="006B79B9"/>
    <w:rsid w:val="006F14B9"/>
    <w:rsid w:val="007065E9"/>
    <w:rsid w:val="007209E0"/>
    <w:rsid w:val="00754551"/>
    <w:rsid w:val="007A69A6"/>
    <w:rsid w:val="007C403D"/>
    <w:rsid w:val="00851382"/>
    <w:rsid w:val="0088290B"/>
    <w:rsid w:val="008C16D2"/>
    <w:rsid w:val="008C26CE"/>
    <w:rsid w:val="008E7688"/>
    <w:rsid w:val="00936CF8"/>
    <w:rsid w:val="0095716B"/>
    <w:rsid w:val="009F711B"/>
    <w:rsid w:val="00A06DE4"/>
    <w:rsid w:val="00AE4990"/>
    <w:rsid w:val="00B15233"/>
    <w:rsid w:val="00BD3175"/>
    <w:rsid w:val="00C05C7A"/>
    <w:rsid w:val="00C82AD1"/>
    <w:rsid w:val="00C916A3"/>
    <w:rsid w:val="00CC6C98"/>
    <w:rsid w:val="00D22014"/>
    <w:rsid w:val="00D94812"/>
    <w:rsid w:val="00DD113C"/>
    <w:rsid w:val="00E31672"/>
    <w:rsid w:val="00E753B1"/>
    <w:rsid w:val="00EF25AA"/>
    <w:rsid w:val="00EF6CD7"/>
    <w:rsid w:val="00F12E7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26C7ADE0"/>
  <w15:chartTrackingRefBased/>
  <w15:docId w15:val="{B03C5E12-6A1E-40A2-865D-2FD83A79C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Default">
    <w:name w:val="Default"/>
    <w:rsid w:val="005835F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CE525-A2FB-4C89-800C-B908AB04A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4</TotalTime>
  <Pages>2</Pages>
  <Words>157</Words>
  <Characters>1142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1297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Gabriela Tarau</cp:lastModifiedBy>
  <cp:revision>7</cp:revision>
  <cp:lastPrinted>2022-03-29T08:07:00Z</cp:lastPrinted>
  <dcterms:created xsi:type="dcterms:W3CDTF">2023-05-29T10:17:00Z</dcterms:created>
  <dcterms:modified xsi:type="dcterms:W3CDTF">2024-04-28T15:37:00Z</dcterms:modified>
</cp:coreProperties>
</file>